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DA79A8" w14:textId="77777777" w:rsidR="007411D9" w:rsidRDefault="007411D9" w:rsidP="007B18C6">
      <w:pPr>
        <w:pStyle w:val="Titre1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  <w:gridCol w:w="142"/>
      </w:tblGrid>
      <w:tr w:rsidR="007411D9" w14:paraId="3CE8D562" w14:textId="77777777" w:rsidTr="007B18C6">
        <w:tc>
          <w:tcPr>
            <w:tcW w:w="10419" w:type="dxa"/>
            <w:gridSpan w:val="3"/>
          </w:tcPr>
          <w:p w14:paraId="1779F641" w14:textId="77777777" w:rsidR="007411D9" w:rsidRDefault="007411D9" w:rsidP="002C1C91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7411D9" w14:paraId="1493FE78" w14:textId="77777777" w:rsidTr="007B18C6">
        <w:trPr>
          <w:gridAfter w:val="1"/>
          <w:wAfter w:w="142" w:type="dxa"/>
        </w:trPr>
        <w:tc>
          <w:tcPr>
            <w:tcW w:w="9285" w:type="dxa"/>
            <w:shd w:val="clear" w:color="auto" w:fill="66CCFF"/>
          </w:tcPr>
          <w:p w14:paraId="4B4EEC2A" w14:textId="77777777" w:rsidR="00F96FD9" w:rsidRPr="00F96FD9" w:rsidRDefault="00F96FD9" w:rsidP="007B18C6">
            <w:pPr>
              <w:pStyle w:val="Titre8"/>
              <w:tabs>
                <w:tab w:val="left" w:pos="4820"/>
                <w:tab w:val="right" w:pos="9639"/>
              </w:tabs>
              <w:rPr>
                <w:caps/>
                <w:sz w:val="28"/>
                <w:szCs w:val="28"/>
              </w:rPr>
            </w:pPr>
          </w:p>
          <w:p w14:paraId="2DC6DFC0" w14:textId="77777777" w:rsidR="007411D9" w:rsidRDefault="007411D9" w:rsidP="00D82652">
            <w:pPr>
              <w:pStyle w:val="Titre8"/>
              <w:tabs>
                <w:tab w:val="right" w:pos="9639"/>
              </w:tabs>
              <w:ind w:left="2127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  <w:r w:rsidR="00F96FD9">
              <w:rPr>
                <w:caps/>
                <w:sz w:val="28"/>
                <w:szCs w:val="28"/>
              </w:rPr>
              <w:t xml:space="preserve"> </w:t>
            </w:r>
          </w:p>
          <w:p w14:paraId="41829015" w14:textId="77777777" w:rsidR="00F96FD9" w:rsidRDefault="00F96FD9" w:rsidP="00F96FD9"/>
          <w:p w14:paraId="48DE4C78" w14:textId="77777777" w:rsidR="00F96FD9" w:rsidRPr="00F96FD9" w:rsidRDefault="00F96FD9" w:rsidP="00F96FD9"/>
        </w:tc>
        <w:tc>
          <w:tcPr>
            <w:tcW w:w="992" w:type="dxa"/>
            <w:shd w:val="clear" w:color="auto" w:fill="66CCFF"/>
          </w:tcPr>
          <w:p w14:paraId="13288571" w14:textId="77777777" w:rsidR="007411D9" w:rsidRDefault="007411D9" w:rsidP="002C1C91">
            <w:pPr>
              <w:pStyle w:val="Titre8"/>
              <w:tabs>
                <w:tab w:val="right" w:pos="9639"/>
              </w:tabs>
              <w:spacing w:before="120" w:after="120"/>
              <w:jc w:val="left"/>
            </w:pPr>
          </w:p>
        </w:tc>
      </w:tr>
    </w:tbl>
    <w:p w14:paraId="0C9600D6" w14:textId="77777777" w:rsidR="007411D9" w:rsidRDefault="007411D9">
      <w:pPr>
        <w:sectPr w:rsidR="007411D9">
          <w:footerReference w:type="default" r:id="rId8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411D32D7" w14:textId="77777777" w:rsidTr="002C4331">
        <w:trPr>
          <w:trHeight w:val="113"/>
        </w:trPr>
        <w:tc>
          <w:tcPr>
            <w:tcW w:w="10277" w:type="dxa"/>
          </w:tcPr>
          <w:p w14:paraId="71AAD0E7" w14:textId="77777777" w:rsidR="00EB4DEA" w:rsidRPr="002C4331" w:rsidRDefault="00EB4DEA" w:rsidP="002C4331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</w:p>
        </w:tc>
      </w:tr>
      <w:tr w:rsidR="007411D9" w14:paraId="28457512" w14:textId="77777777">
        <w:tc>
          <w:tcPr>
            <w:tcW w:w="10277" w:type="dxa"/>
          </w:tcPr>
          <w:p w14:paraId="183444F0" w14:textId="77777777"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411D9" w14:paraId="6A430FA8" w14:textId="77777777">
        <w:tc>
          <w:tcPr>
            <w:tcW w:w="10277" w:type="dxa"/>
            <w:shd w:val="clear" w:color="auto" w:fill="66CCFF"/>
          </w:tcPr>
          <w:p w14:paraId="0BA8EAC4" w14:textId="77777777" w:rsidR="007411D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14:paraId="29BC918D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22888D1" w14:textId="77777777" w:rsidR="00820AC9" w:rsidRPr="00F35B0F" w:rsidRDefault="00820AC9" w:rsidP="00820AC9">
      <w:pPr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La procédure est portée par :</w:t>
      </w:r>
    </w:p>
    <w:p w14:paraId="2815956A" w14:textId="77777777" w:rsidR="00820AC9" w:rsidRPr="00F35B0F" w:rsidRDefault="00820AC9" w:rsidP="00820AC9">
      <w:pPr>
        <w:rPr>
          <w:rFonts w:ascii="Arial" w:hAnsi="Arial" w:cs="Arial"/>
          <w:bCs/>
        </w:rPr>
      </w:pPr>
    </w:p>
    <w:p w14:paraId="5F11D507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Le CHD Vendée, en sa qualité d’établissement support du GHT Vendée,</w:t>
      </w:r>
    </w:p>
    <w:p w14:paraId="4A265F5C" w14:textId="61CD1E2C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Représenté par </w:t>
      </w:r>
      <w:r w:rsidR="005C4437">
        <w:rPr>
          <w:rFonts w:ascii="Arial" w:hAnsi="Arial" w:cs="Arial"/>
          <w:bCs/>
        </w:rPr>
        <w:t>son Directeur Général</w:t>
      </w:r>
      <w:r>
        <w:rPr>
          <w:rFonts w:ascii="Arial" w:hAnsi="Arial" w:cs="Arial"/>
          <w:bCs/>
        </w:rPr>
        <w:t>,</w:t>
      </w:r>
      <w:r w:rsidR="005C4437">
        <w:rPr>
          <w:rFonts w:ascii="Arial" w:hAnsi="Arial" w:cs="Arial"/>
          <w:bCs/>
        </w:rPr>
        <w:t xml:space="preserve"> M. Olivier SERVAIRE-LORENZET</w:t>
      </w:r>
    </w:p>
    <w:p w14:paraId="3D2522E4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Au nom et pour le compte des établisse</w:t>
      </w:r>
      <w:r>
        <w:rPr>
          <w:rFonts w:ascii="Arial" w:hAnsi="Arial" w:cs="Arial"/>
          <w:bCs/>
        </w:rPr>
        <w:t>ments partis cités en préambule et pour son propre compte.</w:t>
      </w:r>
    </w:p>
    <w:p w14:paraId="54B84FD5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</w:p>
    <w:p w14:paraId="3DDB7166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Adresse : Les </w:t>
      </w:r>
      <w:proofErr w:type="spellStart"/>
      <w:r w:rsidRPr="00F35B0F">
        <w:rPr>
          <w:rFonts w:ascii="Arial" w:hAnsi="Arial" w:cs="Arial"/>
          <w:bCs/>
        </w:rPr>
        <w:t>Oudairies</w:t>
      </w:r>
      <w:proofErr w:type="spellEnd"/>
      <w:r w:rsidRPr="00F35B0F">
        <w:rPr>
          <w:rFonts w:ascii="Arial" w:hAnsi="Arial" w:cs="Arial"/>
          <w:bCs/>
        </w:rPr>
        <w:t xml:space="preserve"> – 85925 LA ROCHE SUR YON CEDEX 9</w:t>
      </w:r>
    </w:p>
    <w:p w14:paraId="269A39C9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SIRET :</w:t>
      </w:r>
      <w:r w:rsidRPr="00F35B0F">
        <w:rPr>
          <w:b/>
          <w:bCs/>
        </w:rPr>
        <w:t xml:space="preserve"> </w:t>
      </w:r>
      <w:r w:rsidRPr="00F35B0F">
        <w:rPr>
          <w:rFonts w:ascii="Arial" w:hAnsi="Arial" w:cs="Arial"/>
          <w:bCs/>
        </w:rPr>
        <w:t>26850242400016</w:t>
      </w:r>
    </w:p>
    <w:p w14:paraId="05A7A4CC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Tél : 02 51 44 61 61</w:t>
      </w:r>
    </w:p>
    <w:p w14:paraId="0B69D23F" w14:textId="77777777" w:rsidR="007411D9" w:rsidRDefault="007411D9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7F89985C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75B36DD6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14:paraId="5CA6F7BB" w14:textId="77777777" w:rsidR="007411D9" w:rsidRDefault="007411D9">
      <w:pPr>
        <w:rPr>
          <w:rFonts w:ascii="Arial" w:hAnsi="Arial" w:cs="Arial"/>
          <w:b/>
          <w:bCs/>
        </w:rPr>
      </w:pPr>
    </w:p>
    <w:p w14:paraId="5B3C39CD" w14:textId="3E683FC2" w:rsidR="00820AC9" w:rsidRPr="007F0266" w:rsidRDefault="007B0DE0" w:rsidP="00820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362" w:lineRule="auto"/>
        <w:ind w:left="703" w:right="704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FOURNITURE D’EQUIPEMENTS DE PROTECTION ET DE SECURITE INDIVIDUELLE POUR LES BESOINS DES PERSONNELS DES ETABLISSEMENTS DU GHT VENDEE.</w:t>
      </w:r>
    </w:p>
    <w:p w14:paraId="308252DA" w14:textId="77777777" w:rsidR="007411D9" w:rsidRDefault="007411D9">
      <w:pPr>
        <w:rPr>
          <w:rFonts w:ascii="Arial" w:hAnsi="Arial" w:cs="Arial"/>
          <w:b/>
          <w:bCs/>
        </w:rPr>
      </w:pPr>
    </w:p>
    <w:p w14:paraId="12B145D2" w14:textId="77777777" w:rsidR="00C02D34" w:rsidRDefault="00C02D34">
      <w:pPr>
        <w:rPr>
          <w:rFonts w:ascii="Arial" w:hAnsi="Arial" w:cs="Arial"/>
          <w:b/>
          <w:bCs/>
        </w:rPr>
      </w:pPr>
    </w:p>
    <w:p w14:paraId="35D04DD9" w14:textId="77777777" w:rsidR="00C02D34" w:rsidRDefault="00C02D34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342345D6" w14:textId="77777777">
        <w:tc>
          <w:tcPr>
            <w:tcW w:w="10277" w:type="dxa"/>
            <w:shd w:val="clear" w:color="auto" w:fill="66CCFF"/>
          </w:tcPr>
          <w:p w14:paraId="13475F64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483AF9A9" w14:textId="77777777" w:rsidR="007411D9" w:rsidRDefault="007411D9">
      <w:pPr>
        <w:spacing w:before="12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98896D9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280FBD21" w14:textId="77777777" w:rsidR="007411D9" w:rsidRPr="000C2C8D" w:rsidRDefault="007411D9">
      <w:pPr>
        <w:pStyle w:val="Titre1"/>
        <w:ind w:left="0"/>
        <w:rPr>
          <w:rFonts w:ascii="Arial" w:hAnsi="Arial" w:cs="Arial"/>
          <w:b w:val="0"/>
          <w:bCs w:val="0"/>
          <w:highlight w:val="yellow"/>
        </w:rPr>
      </w:pPr>
      <w:r w:rsidRPr="000C2C8D">
        <w:rPr>
          <w:rFonts w:ascii="Arial" w:hAnsi="Arial" w:cs="Arial"/>
          <w:b w:val="0"/>
          <w:bCs w:val="0"/>
          <w:highlight w:val="yellow"/>
        </w:rPr>
        <w:t xml:space="preserve">La candidature est </w:t>
      </w:r>
      <w:r w:rsidR="00775F55" w:rsidRPr="000C2C8D">
        <w:rPr>
          <w:rFonts w:ascii="Arial" w:hAnsi="Arial" w:cs="Arial"/>
          <w:b w:val="0"/>
          <w:bCs w:val="0"/>
          <w:highlight w:val="yellow"/>
        </w:rPr>
        <w:t>présentée </w:t>
      </w:r>
      <w:r w:rsidRPr="000C2C8D">
        <w:rPr>
          <w:rFonts w:ascii="Arial" w:hAnsi="Arial" w:cs="Arial"/>
          <w:b w:val="0"/>
          <w:bCs w:val="0"/>
          <w:highlight w:val="yellow"/>
        </w:rPr>
        <w:t>:</w:t>
      </w:r>
    </w:p>
    <w:p w14:paraId="7ED75A99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26BBA7F4" w14:textId="643EA7F9" w:rsidR="007411D9" w:rsidRDefault="00FB05B3">
      <w:pPr>
        <w:pStyle w:val="Titre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775F55">
        <w:rPr>
          <w:rFonts w:ascii="Arial" w:hAnsi="Arial" w:cs="Arial"/>
          <w:b w:val="0"/>
          <w:bCs w:val="0"/>
        </w:rPr>
        <w:t> </w:t>
      </w:r>
      <w:r w:rsidR="00FC596E">
        <w:rPr>
          <w:rFonts w:ascii="Arial" w:hAnsi="Arial" w:cs="Arial"/>
          <w:b w:val="0"/>
          <w:bCs w:val="0"/>
        </w:rPr>
        <w:t>P</w:t>
      </w:r>
      <w:r w:rsidR="002C1C91">
        <w:rPr>
          <w:rFonts w:ascii="Arial" w:hAnsi="Arial" w:cs="Arial"/>
          <w:b w:val="0"/>
          <w:bCs w:val="0"/>
        </w:rPr>
        <w:t xml:space="preserve">our l’ensemble des </w:t>
      </w:r>
      <w:r w:rsidR="00F51B6A">
        <w:rPr>
          <w:rFonts w:ascii="Arial" w:hAnsi="Arial" w:cs="Arial"/>
          <w:b w:val="0"/>
          <w:bCs w:val="0"/>
        </w:rPr>
        <w:t>lots</w:t>
      </w:r>
      <w:r w:rsidR="002C1C91">
        <w:rPr>
          <w:rFonts w:ascii="Arial" w:hAnsi="Arial" w:cs="Arial"/>
          <w:b w:val="0"/>
          <w:bCs w:val="0"/>
        </w:rPr>
        <w:t>,</w:t>
      </w:r>
    </w:p>
    <w:p w14:paraId="08270599" w14:textId="77777777" w:rsidR="00775F55" w:rsidRDefault="00775F55" w:rsidP="00775F55">
      <w:pPr>
        <w:numPr>
          <w:ilvl w:val="0"/>
          <w:numId w:val="1"/>
        </w:numPr>
        <w:rPr>
          <w:rFonts w:ascii="Arial" w:hAnsi="Arial" w:cs="Arial"/>
        </w:rPr>
      </w:pPr>
    </w:p>
    <w:p w14:paraId="5C0E7CC5" w14:textId="77777777" w:rsidR="00775F55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Arial" w:hAnsi="Arial" w:cs="Arial"/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> </w:t>
      </w:r>
      <w:r w:rsidR="00FC596E">
        <w:rPr>
          <w:rFonts w:ascii="Arial" w:hAnsi="Arial" w:cs="Arial"/>
        </w:rPr>
        <w:t>U</w:t>
      </w:r>
      <w:r w:rsidR="00F96FD9">
        <w:rPr>
          <w:rFonts w:ascii="Arial" w:hAnsi="Arial" w:cs="Arial"/>
        </w:rPr>
        <w:t xml:space="preserve">niquement </w:t>
      </w:r>
      <w:r>
        <w:rPr>
          <w:rFonts w:ascii="Arial" w:hAnsi="Arial" w:cs="Arial"/>
        </w:rPr>
        <w:t xml:space="preserve">pour </w:t>
      </w:r>
      <w:r w:rsidR="00F51B6A">
        <w:rPr>
          <w:rFonts w:ascii="Arial" w:hAnsi="Arial" w:cs="Arial"/>
        </w:rPr>
        <w:t>le ou les lots</w:t>
      </w:r>
      <w:r w:rsidR="002C1C91">
        <w:rPr>
          <w:rFonts w:ascii="Arial" w:hAnsi="Arial" w:cs="Arial"/>
        </w:rPr>
        <w:t xml:space="preserve"> </w:t>
      </w:r>
      <w:r w:rsidR="00F51B6A">
        <w:rPr>
          <w:rFonts w:ascii="Arial" w:hAnsi="Arial" w:cs="Arial"/>
        </w:rPr>
        <w:t>coché</w:t>
      </w:r>
      <w:r w:rsidR="00F96FD9">
        <w:rPr>
          <w:rFonts w:ascii="Arial" w:hAnsi="Arial" w:cs="Arial"/>
        </w:rPr>
        <w:t>s</w:t>
      </w:r>
      <w:r w:rsidR="002C1C91">
        <w:rPr>
          <w:rFonts w:ascii="Arial" w:hAnsi="Arial" w:cs="Arial"/>
        </w:rPr>
        <w:t xml:space="preserve"> ci-dessous :</w:t>
      </w:r>
    </w:p>
    <w:p w14:paraId="32D588A1" w14:textId="77777777" w:rsidR="007411D9" w:rsidRDefault="007411D9">
      <w:pPr>
        <w:rPr>
          <w:rFonts w:ascii="Arial" w:hAnsi="Arial" w:cs="Arial"/>
        </w:rPr>
      </w:pPr>
    </w:p>
    <w:p w14:paraId="44E75404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bookmarkEnd w:id="0"/>
      <w:r>
        <w:rPr>
          <w:rFonts w:ascii="Trebuchet MS" w:hAnsi="Trebuchet MS" w:cs="Arial"/>
        </w:rPr>
        <w:t xml:space="preserve"> 1 - </w:t>
      </w:r>
    </w:p>
    <w:p w14:paraId="798EFAE3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2 - </w:t>
      </w:r>
    </w:p>
    <w:p w14:paraId="7D3BC3B5" w14:textId="7126D654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3 </w:t>
      </w:r>
      <w:r w:rsidR="007B0DE0">
        <w:rPr>
          <w:rFonts w:ascii="Trebuchet MS" w:hAnsi="Trebuchet MS" w:cs="Arial"/>
        </w:rPr>
        <w:t>–</w:t>
      </w:r>
      <w:r>
        <w:rPr>
          <w:rFonts w:ascii="Trebuchet MS" w:hAnsi="Trebuchet MS" w:cs="Arial"/>
        </w:rPr>
        <w:t xml:space="preserve"> </w:t>
      </w:r>
    </w:p>
    <w:p w14:paraId="79F9535E" w14:textId="1179607F" w:rsidR="007B0DE0" w:rsidRDefault="007B0DE0" w:rsidP="007B0DE0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4 - </w:t>
      </w:r>
    </w:p>
    <w:p w14:paraId="6D002AEA" w14:textId="28CF4962" w:rsidR="007B0DE0" w:rsidRDefault="007B0DE0" w:rsidP="007B0DE0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5 - </w:t>
      </w:r>
    </w:p>
    <w:p w14:paraId="78CFF0A9" w14:textId="77777777" w:rsidR="000C2C8D" w:rsidRDefault="000C2C8D">
      <w:pPr>
        <w:pStyle w:val="En-tte"/>
        <w:tabs>
          <w:tab w:val="clear" w:pos="4536"/>
          <w:tab w:val="clear" w:pos="9072"/>
        </w:tabs>
        <w:spacing w:before="120"/>
        <w:rPr>
          <w:rFonts w:ascii="Arial" w:hAnsi="Arial" w:cs="Arial"/>
          <w:i/>
          <w:iCs/>
          <w:sz w:val="18"/>
          <w:szCs w:val="18"/>
        </w:rPr>
      </w:pPr>
    </w:p>
    <w:tbl>
      <w:tblPr>
        <w:tblpPr w:leftFromText="141" w:rightFromText="141" w:vertAnchor="text" w:horzAnchor="margin" w:tblpY="122"/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C2C8D" w14:paraId="1523755F" w14:textId="77777777" w:rsidTr="000C2C8D">
        <w:tc>
          <w:tcPr>
            <w:tcW w:w="10419" w:type="dxa"/>
            <w:shd w:val="clear" w:color="auto" w:fill="66CCFF"/>
          </w:tcPr>
          <w:p w14:paraId="5C50719D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14:paraId="0C5A6F1E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4658ED2" w14:textId="77777777" w:rsidR="000C2C8D" w:rsidRDefault="000C2C8D" w:rsidP="00F96FD9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724B540" w14:textId="77777777" w:rsidR="000C2C8D" w:rsidRDefault="000C2C8D" w:rsidP="00F96FD9">
      <w:pPr>
        <w:rPr>
          <w:rFonts w:ascii="Arial" w:hAnsi="Arial" w:cs="Arial"/>
          <w:highlight w:val="yellow"/>
        </w:rPr>
      </w:pPr>
    </w:p>
    <w:p w14:paraId="664A4378" w14:textId="77777777" w:rsidR="00F96FD9" w:rsidRDefault="007411D9" w:rsidP="00F96FD9">
      <w:pPr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>Le candidat se présente</w:t>
      </w:r>
      <w:r>
        <w:rPr>
          <w:rFonts w:ascii="Arial" w:hAnsi="Arial" w:cs="Arial"/>
        </w:rPr>
        <w:t xml:space="preserve"> </w:t>
      </w:r>
    </w:p>
    <w:p w14:paraId="4A0B5006" w14:textId="77777777" w:rsidR="00F96FD9" w:rsidRDefault="00F96FD9" w:rsidP="00F96FD9">
      <w:pPr>
        <w:rPr>
          <w:rFonts w:ascii="Arial" w:hAnsi="Arial" w:cs="Arial"/>
        </w:rPr>
      </w:pPr>
    </w:p>
    <w:p w14:paraId="2F09D291" w14:textId="77777777" w:rsidR="007411D9" w:rsidRDefault="00F96FD9" w:rsidP="00F96FD9">
      <w:pPr>
        <w:ind w:firstLine="36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 xml:space="preserve">  </w:t>
      </w:r>
      <w:proofErr w:type="gramStart"/>
      <w:r w:rsidR="007411D9">
        <w:rPr>
          <w:rFonts w:ascii="Arial" w:hAnsi="Arial" w:cs="Arial"/>
        </w:rPr>
        <w:t>seul</w:t>
      </w:r>
      <w:proofErr w:type="gramEnd"/>
      <w:r w:rsidR="007411D9">
        <w:rPr>
          <w:rFonts w:ascii="Arial" w:hAnsi="Arial" w:cs="Arial"/>
        </w:rPr>
        <w:t> :</w:t>
      </w:r>
    </w:p>
    <w:p w14:paraId="26DFDD18" w14:textId="77777777" w:rsidR="00F96FD9" w:rsidRDefault="00F96FD9" w:rsidP="00F96FD9">
      <w:pPr>
        <w:ind w:firstLine="360"/>
        <w:rPr>
          <w:rFonts w:ascii="Arial" w:hAnsi="Arial" w:cs="Arial"/>
          <w:i/>
          <w:sz w:val="18"/>
          <w:szCs w:val="18"/>
        </w:rPr>
      </w:pPr>
    </w:p>
    <w:p w14:paraId="7531A214" w14:textId="77777777" w:rsidR="007411D9" w:rsidRDefault="00F96FD9" w:rsidP="00F96FD9">
      <w:pPr>
        <w:pStyle w:val="En-tte"/>
        <w:tabs>
          <w:tab w:val="clear" w:pos="4536"/>
          <w:tab w:val="clear" w:pos="9072"/>
        </w:tabs>
        <w:ind w:firstLine="36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proofErr w:type="gramStart"/>
      <w:r w:rsidRPr="00F96FD9">
        <w:rPr>
          <w:rFonts w:ascii="Arial" w:hAnsi="Arial" w:cs="Arial"/>
        </w:rPr>
        <w:t>en</w:t>
      </w:r>
      <w:proofErr w:type="gramEnd"/>
      <w:r w:rsidRPr="00F96FD9">
        <w:rPr>
          <w:rFonts w:ascii="Arial" w:hAnsi="Arial" w:cs="Arial"/>
        </w:rPr>
        <w:t xml:space="preserve"> groupement d’entreprises</w:t>
      </w:r>
    </w:p>
    <w:p w14:paraId="0C23DA98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  <w:i/>
          <w:sz w:val="18"/>
          <w:szCs w:val="18"/>
        </w:rPr>
      </w:pPr>
    </w:p>
    <w:p w14:paraId="5685C079" w14:textId="77777777" w:rsidR="00FE53BA" w:rsidRPr="00032AAB" w:rsidRDefault="007B18C6" w:rsidP="007B18C6">
      <w:pPr>
        <w:spacing w:before="60" w:after="120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3BA" w:rsidRPr="00FE53BA">
        <w:rPr>
          <w:rFonts w:ascii="Arial" w:hAnsi="Arial" w:cs="Arial"/>
        </w:rPr>
        <w:t>En cas de groupement, celui-ci est :</w:t>
      </w:r>
    </w:p>
    <w:p w14:paraId="6435D831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> 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> </w:t>
      </w:r>
      <w:r>
        <w:rPr>
          <w:rFonts w:ascii="Arial" w:hAnsi="Arial" w:cs="Arial"/>
        </w:rPr>
        <w:t>solidaire</w:t>
      </w:r>
    </w:p>
    <w:p w14:paraId="00B3C1C5" w14:textId="77777777" w:rsidR="00FE53BA" w:rsidRDefault="00FE53BA" w:rsidP="00032AAB">
      <w:pPr>
        <w:rPr>
          <w:rFonts w:ascii="Arial" w:hAnsi="Arial" w:cs="Arial"/>
        </w:rPr>
      </w:pPr>
    </w:p>
    <w:p w14:paraId="0B1D609C" w14:textId="77777777" w:rsidR="00FE53BA" w:rsidRDefault="00FE53BA" w:rsidP="007B18C6">
      <w:pPr>
        <w:spacing w:after="120"/>
        <w:ind w:left="1134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En cas de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groupement conjoint, le mandataire est solidaire :</w:t>
      </w:r>
    </w:p>
    <w:p w14:paraId="01100370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Non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Oui</w:t>
      </w:r>
    </w:p>
    <w:p w14:paraId="5E609898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3ACAEA8E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595236E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343"/>
      </w:tblGrid>
      <w:tr w:rsidR="00032AAB" w:rsidRPr="00D11AA0" w14:paraId="7267D674" w14:textId="77777777" w:rsidTr="00D11AA0">
        <w:trPr>
          <w:trHeight w:val="309"/>
        </w:trPr>
        <w:tc>
          <w:tcPr>
            <w:tcW w:w="10420" w:type="dxa"/>
            <w:gridSpan w:val="2"/>
            <w:shd w:val="clear" w:color="auto" w:fill="EEECE1"/>
            <w:vAlign w:val="center"/>
          </w:tcPr>
          <w:p w14:paraId="157CDE46" w14:textId="77777777" w:rsidR="00032AAB" w:rsidRPr="002C4331" w:rsidRDefault="00032AAB" w:rsidP="00D11AA0">
            <w:pPr>
              <w:pStyle w:val="En-tte"/>
              <w:jc w:val="center"/>
              <w:rPr>
                <w:rFonts w:ascii="Arial" w:hAnsi="Arial" w:cs="Arial"/>
                <w:b/>
                <w:sz w:val="22"/>
              </w:rPr>
            </w:pPr>
            <w:r w:rsidRPr="002C4331">
              <w:rPr>
                <w:rFonts w:ascii="Arial" w:hAnsi="Arial" w:cs="Arial"/>
                <w:b/>
                <w:sz w:val="22"/>
              </w:rPr>
              <w:t xml:space="preserve">IDENTIFICATION DU CANDIDAT </w:t>
            </w:r>
            <w:r w:rsidRPr="002C4331">
              <w:rPr>
                <w:rFonts w:ascii="Arial" w:hAnsi="Arial" w:cs="Arial"/>
                <w:i/>
              </w:rPr>
              <w:t>(mandataire en cas de groupement)</w:t>
            </w:r>
          </w:p>
        </w:tc>
      </w:tr>
      <w:tr w:rsidR="00032AAB" w:rsidRPr="00D11AA0" w14:paraId="1F87CCEB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149B14BB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Nom de l’entreprise</w:t>
            </w:r>
          </w:p>
        </w:tc>
        <w:tc>
          <w:tcPr>
            <w:tcW w:w="6343" w:type="dxa"/>
            <w:vAlign w:val="center"/>
          </w:tcPr>
          <w:p w14:paraId="1C7715B0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5A9F03F9" w14:textId="77777777" w:rsidTr="00D11AA0">
        <w:trPr>
          <w:trHeight w:val="309"/>
        </w:trPr>
        <w:tc>
          <w:tcPr>
            <w:tcW w:w="4077" w:type="dxa"/>
            <w:vAlign w:val="center"/>
          </w:tcPr>
          <w:p w14:paraId="37CD0DE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Adresse siège social </w:t>
            </w:r>
          </w:p>
        </w:tc>
        <w:tc>
          <w:tcPr>
            <w:tcW w:w="6343" w:type="dxa"/>
            <w:vAlign w:val="center"/>
          </w:tcPr>
          <w:p w14:paraId="509AB859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6D3D391A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216858E7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Adresse de l’établissement qui exécutera la prestation</w:t>
            </w:r>
          </w:p>
        </w:tc>
        <w:tc>
          <w:tcPr>
            <w:tcW w:w="6343" w:type="dxa"/>
            <w:vAlign w:val="center"/>
          </w:tcPr>
          <w:p w14:paraId="3B27498B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1E536BC4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60C491F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(</w:t>
            </w:r>
            <w:proofErr w:type="gramStart"/>
            <w:r w:rsidRPr="000C2C8D">
              <w:rPr>
                <w:rFonts w:ascii="Arial" w:hAnsi="Arial" w:cs="Arial"/>
                <w:highlight w:val="yellow"/>
              </w:rPr>
              <w:t>si</w:t>
            </w:r>
            <w:proofErr w:type="gramEnd"/>
            <w:r w:rsidRPr="000C2C8D">
              <w:rPr>
                <w:rFonts w:ascii="Arial" w:hAnsi="Arial" w:cs="Arial"/>
                <w:highlight w:val="yellow"/>
              </w:rPr>
              <w:t xml:space="preserve"> différent du siège) </w:t>
            </w:r>
          </w:p>
        </w:tc>
        <w:tc>
          <w:tcPr>
            <w:tcW w:w="6343" w:type="dxa"/>
            <w:vAlign w:val="center"/>
          </w:tcPr>
          <w:p w14:paraId="7020330D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2C9C62B1" w14:textId="77777777" w:rsidTr="00D11AA0">
        <w:trPr>
          <w:trHeight w:val="309"/>
        </w:trPr>
        <w:tc>
          <w:tcPr>
            <w:tcW w:w="4077" w:type="dxa"/>
            <w:vAlign w:val="center"/>
          </w:tcPr>
          <w:p w14:paraId="015A035E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Représenté par </w:t>
            </w:r>
          </w:p>
        </w:tc>
        <w:tc>
          <w:tcPr>
            <w:tcW w:w="6343" w:type="dxa"/>
            <w:vAlign w:val="center"/>
          </w:tcPr>
          <w:p w14:paraId="753FD35C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20484611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0682DF7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Courriel / Tél / Fax </w:t>
            </w:r>
          </w:p>
        </w:tc>
        <w:tc>
          <w:tcPr>
            <w:tcW w:w="6343" w:type="dxa"/>
            <w:vAlign w:val="center"/>
          </w:tcPr>
          <w:p w14:paraId="65C3B6CA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0E92EDA5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0FB4B61F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Numéro de SIRET</w:t>
            </w:r>
          </w:p>
        </w:tc>
        <w:tc>
          <w:tcPr>
            <w:tcW w:w="6343" w:type="dxa"/>
            <w:vAlign w:val="center"/>
          </w:tcPr>
          <w:p w14:paraId="22BB82BA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</w:tbl>
    <w:p w14:paraId="35B37EC7" w14:textId="77777777" w:rsidR="00032AAB" w:rsidRDefault="00032AAB" w:rsidP="00032AAB">
      <w:pPr>
        <w:rPr>
          <w:rFonts w:ascii="Arial" w:hAnsi="Arial" w:cs="Arial"/>
        </w:rPr>
      </w:pPr>
    </w:p>
    <w:p w14:paraId="421355BC" w14:textId="77777777" w:rsidR="00032AAB" w:rsidRDefault="00032AAB" w:rsidP="00032AAB"/>
    <w:p w14:paraId="7ACCE509" w14:textId="77777777" w:rsidR="00032AAB" w:rsidRPr="00025EC9" w:rsidRDefault="00032AAB" w:rsidP="00032AAB"/>
    <w:p w14:paraId="217B7F03" w14:textId="77777777" w:rsidR="00BD4BCD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Pr="000C2C8D">
        <w:rPr>
          <w:rFonts w:ascii="Arial" w:hAnsi="Arial" w:cs="Arial"/>
          <w:highlight w:val="yellow"/>
        </w:rPr>
        <w:t>Forme juridique du candidat</w:t>
      </w:r>
      <w:r w:rsidR="00BD4BCD" w:rsidRPr="000C2C8D">
        <w:rPr>
          <w:rFonts w:ascii="Arial" w:hAnsi="Arial" w:cs="Arial"/>
          <w:highlight w:val="yellow"/>
        </w:rPr>
        <w:t xml:space="preserve"> (mandataire en cas de groupement) :</w:t>
      </w:r>
      <w:r>
        <w:rPr>
          <w:rFonts w:ascii="Arial" w:hAnsi="Arial" w:cs="Arial"/>
        </w:rPr>
        <w:t xml:space="preserve"> </w:t>
      </w:r>
    </w:p>
    <w:p w14:paraId="19C44991" w14:textId="77777777" w:rsidR="00032AAB" w:rsidRPr="00BD4BCD" w:rsidRDefault="00BD4BCD" w:rsidP="00032AAB">
      <w:pPr>
        <w:jc w:val="both"/>
        <w:rPr>
          <w:rFonts w:ascii="Arial" w:hAnsi="Arial" w:cs="Arial"/>
          <w:i/>
          <w:sz w:val="18"/>
        </w:rPr>
      </w:pPr>
      <w:r w:rsidRPr="00BD4BCD">
        <w:rPr>
          <w:rFonts w:ascii="Arial" w:hAnsi="Arial" w:cs="Arial"/>
          <w:i/>
          <w:sz w:val="18"/>
        </w:rPr>
        <w:t xml:space="preserve">Ex : </w:t>
      </w:r>
      <w:r w:rsidR="00032AAB" w:rsidRPr="00BD4BCD">
        <w:rPr>
          <w:rFonts w:ascii="Arial" w:hAnsi="Arial" w:cs="Arial"/>
          <w:i/>
          <w:sz w:val="18"/>
        </w:rPr>
        <w:t>entreprise individuelle, SA, SARL, EURL, associatio</w:t>
      </w:r>
      <w:r w:rsidRPr="00BD4BCD">
        <w:rPr>
          <w:rFonts w:ascii="Arial" w:hAnsi="Arial" w:cs="Arial"/>
          <w:i/>
          <w:sz w:val="18"/>
        </w:rPr>
        <w:t>n, établissement public, etc.</w:t>
      </w:r>
    </w:p>
    <w:p w14:paraId="1A47115A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33715CB9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1EFEF36F" w14:textId="77777777" w:rsidR="00032AAB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 xml:space="preserve">Le candidat </w:t>
      </w:r>
      <w:r w:rsidR="00BD4BCD">
        <w:rPr>
          <w:rFonts w:ascii="Arial" w:hAnsi="Arial" w:cs="Arial"/>
        </w:rPr>
        <w:t xml:space="preserve">(mandataire en cas de groupement) </w:t>
      </w:r>
      <w:r>
        <w:rPr>
          <w:rFonts w:ascii="Arial" w:hAnsi="Arial" w:cs="Arial"/>
        </w:rPr>
        <w:t xml:space="preserve">est-il une micro, une petite ou une moyenne entreprise au sens de la </w:t>
      </w:r>
      <w:hyperlink r:id="rId9" w:history="1">
        <w:r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>
        <w:rPr>
          <w:rFonts w:ascii="Arial" w:hAnsi="Arial" w:cs="Arial"/>
        </w:rPr>
        <w:t xml:space="preserve"> </w:t>
      </w:r>
      <w:r w:rsidRPr="00025EC9">
        <w:rPr>
          <w:rFonts w:ascii="Arial" w:hAnsi="Arial" w:cs="Arial"/>
        </w:rPr>
        <w:t>concernant la définition des micro, petites et moyennes entreprises</w:t>
      </w:r>
      <w:r>
        <w:rPr>
          <w:rFonts w:ascii="Arial" w:hAnsi="Arial" w:cs="Arial"/>
        </w:rPr>
        <w:t xml:space="preserve"> ou un artisan au sens a</w:t>
      </w:r>
      <w:r w:rsidRPr="00091894">
        <w:rPr>
          <w:rFonts w:ascii="Arial" w:hAnsi="Arial" w:cs="Arial"/>
        </w:rPr>
        <w:t xml:space="preserve">u sens </w:t>
      </w:r>
      <w:hyperlink r:id="rId10" w:history="1">
        <w:r w:rsidRPr="00075785">
          <w:rPr>
            <w:rStyle w:val="Lienhypertexte"/>
            <w:rFonts w:ascii="Arial" w:hAnsi="Arial" w:cs="Arial"/>
          </w:rPr>
          <w:t>de l'article 19 de la loi du 5 juillet 199</w:t>
        </w:r>
        <w:r>
          <w:rPr>
            <w:rStyle w:val="Lienhypertexte"/>
            <w:rFonts w:ascii="Arial" w:hAnsi="Arial" w:cs="Arial"/>
          </w:rPr>
          <w:t>6</w:t>
        </w:r>
      </w:hyperlink>
      <w:r>
        <w:rPr>
          <w:rFonts w:ascii="Arial" w:hAnsi="Arial" w:cs="Arial"/>
        </w:rPr>
        <w:t xml:space="preserve"> n° 96-603 (</w:t>
      </w:r>
      <w:hyperlink r:id="rId11" w:history="1">
        <w:r w:rsidRPr="00025EC9">
          <w:rPr>
            <w:rStyle w:val="Lienhypertexte"/>
            <w:rFonts w:ascii="Arial" w:hAnsi="Arial" w:cs="Arial"/>
            <w:color w:val="0070C0"/>
          </w:rPr>
          <w:t>Art. R. 2151-13</w:t>
        </w:r>
      </w:hyperlink>
      <w:r>
        <w:rPr>
          <w:rFonts w:ascii="Arial" w:hAnsi="Arial" w:cs="Arial"/>
        </w:rPr>
        <w:t xml:space="preserve"> et </w:t>
      </w:r>
      <w:hyperlink r:id="rId12" w:history="1">
        <w:r w:rsidRPr="00052C0B">
          <w:rPr>
            <w:rStyle w:val="Lienhypertexte"/>
            <w:rFonts w:ascii="Arial" w:hAnsi="Arial" w:cs="Arial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14:paraId="35CDB514" w14:textId="77777777" w:rsidR="00032AAB" w:rsidRDefault="00032AAB" w:rsidP="00032AAB">
      <w:pPr>
        <w:jc w:val="both"/>
        <w:rPr>
          <w:rFonts w:ascii="Arial" w:hAnsi="Arial" w:cs="Arial"/>
        </w:rPr>
      </w:pPr>
    </w:p>
    <w:p w14:paraId="2FA88C3F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Oui</w:t>
      </w:r>
    </w:p>
    <w:p w14:paraId="70190767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</w:p>
    <w:p w14:paraId="0B3DF54E" w14:textId="77777777" w:rsidR="00032AAB" w:rsidRPr="00427375" w:rsidRDefault="00032AAB" w:rsidP="00032AAB">
      <w:pPr>
        <w:ind w:left="567"/>
        <w:jc w:val="both"/>
        <w:rPr>
          <w:rFonts w:ascii="Arial" w:hAnsi="Arial" w:cs="Arial"/>
          <w:bCs/>
          <w:sz w:val="22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Non.</w:t>
      </w:r>
    </w:p>
    <w:p w14:paraId="62F8609D" w14:textId="77777777" w:rsidR="00032AAB" w:rsidRDefault="00032AAB" w:rsidP="00032AAB">
      <w:pPr>
        <w:pStyle w:val="En-tte"/>
        <w:rPr>
          <w:rFonts w:ascii="Arial" w:hAnsi="Arial" w:cs="Arial"/>
        </w:rPr>
      </w:pPr>
    </w:p>
    <w:tbl>
      <w:tblPr>
        <w:tblpPr w:leftFromText="141" w:rightFromText="141" w:vertAnchor="text" w:horzAnchor="margin" w:tblpY="83"/>
        <w:tblW w:w="1049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C2C8D" w14:paraId="72882861" w14:textId="77777777" w:rsidTr="000C2C8D">
        <w:tc>
          <w:tcPr>
            <w:tcW w:w="10490" w:type="dxa"/>
            <w:shd w:val="clear" w:color="auto" w:fill="66CCFF"/>
          </w:tcPr>
          <w:p w14:paraId="6D9F5879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Uniquement en cas de groupement : </w:t>
            </w:r>
          </w:p>
          <w:p w14:paraId="15121A50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membres du groupement et répartition des prestations</w:t>
            </w:r>
          </w:p>
        </w:tc>
      </w:tr>
    </w:tbl>
    <w:p w14:paraId="6C820FB7" w14:textId="77777777" w:rsidR="007411D9" w:rsidRDefault="007411D9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64"/>
        <w:tblW w:w="10471" w:type="dxa"/>
        <w:tblLayout w:type="fixed"/>
        <w:tblLook w:val="0000" w:firstRow="0" w:lastRow="0" w:firstColumn="0" w:lastColumn="0" w:noHBand="0" w:noVBand="0"/>
      </w:tblPr>
      <w:tblGrid>
        <w:gridCol w:w="4819"/>
        <w:gridCol w:w="3969"/>
        <w:gridCol w:w="1683"/>
      </w:tblGrid>
      <w:tr w:rsidR="000C2C8D" w14:paraId="51C8DED2" w14:textId="77777777" w:rsidTr="000C2C8D">
        <w:trPr>
          <w:trHeight w:val="1397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1D0B2" w14:textId="77777777" w:rsidR="000C2C8D" w:rsidRPr="000C2C8D" w:rsidRDefault="000C2C8D" w:rsidP="000C2C8D">
            <w:pPr>
              <w:snapToGrid w:val="0"/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14:paraId="5ED0282F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>Nom commercial et dénomination sociale, adresse de l’établissement (*),</w:t>
            </w:r>
          </w:p>
          <w:p w14:paraId="72A28603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proofErr w:type="gramStart"/>
            <w:r w:rsidRPr="000C2C8D">
              <w:rPr>
                <w:rFonts w:ascii="Arial" w:hAnsi="Arial" w:cs="Arial"/>
                <w:b/>
                <w:highlight w:val="yellow"/>
              </w:rPr>
              <w:t>adresse</w:t>
            </w:r>
            <w:proofErr w:type="gramEnd"/>
            <w:r w:rsidRPr="000C2C8D">
              <w:rPr>
                <w:rFonts w:ascii="Arial" w:hAnsi="Arial" w:cs="Arial"/>
                <w:b/>
                <w:highlight w:val="yellow"/>
              </w:rPr>
              <w:t xml:space="preserve"> électronique, numéros de téléphone, numéro SIRET</w:t>
            </w:r>
          </w:p>
          <w:p w14:paraId="5FFC135B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proofErr w:type="gramStart"/>
            <w:r w:rsidRPr="000C2C8D">
              <w:rPr>
                <w:rFonts w:ascii="Arial" w:hAnsi="Arial" w:cs="Arial"/>
                <w:b/>
                <w:highlight w:val="yellow"/>
              </w:rPr>
              <w:t>des</w:t>
            </w:r>
            <w:proofErr w:type="gramEnd"/>
            <w:r w:rsidRPr="000C2C8D">
              <w:rPr>
                <w:rFonts w:ascii="Arial" w:hAnsi="Arial" w:cs="Arial"/>
                <w:b/>
                <w:highlight w:val="yellow"/>
              </w:rPr>
              <w:t xml:space="preserve"> membres du groupement </w:t>
            </w:r>
          </w:p>
          <w:p w14:paraId="647F640C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DFFF9" w14:textId="77777777" w:rsidR="000C2C8D" w:rsidRPr="000C2C8D" w:rsidRDefault="000C2C8D" w:rsidP="000C2C8D">
            <w:pPr>
              <w:pStyle w:val="Titre5"/>
              <w:snapToGrid w:val="0"/>
              <w:rPr>
                <w:highlight w:val="yellow"/>
              </w:rPr>
            </w:pPr>
          </w:p>
          <w:p w14:paraId="2DC19E3E" w14:textId="77777777" w:rsidR="000C2C8D" w:rsidRPr="000C2C8D" w:rsidRDefault="000C2C8D" w:rsidP="000C2C8D">
            <w:pPr>
              <w:pStyle w:val="Titre5"/>
              <w:rPr>
                <w:highlight w:val="yellow"/>
              </w:rPr>
            </w:pPr>
            <w:r w:rsidRPr="000C2C8D">
              <w:rPr>
                <w:highlight w:val="yellow"/>
              </w:rPr>
              <w:t>Prestations exécutées par les membres du groupement (**)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7F7F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r w:rsidRPr="000C2C8D">
              <w:rPr>
                <w:highlight w:val="yellow"/>
              </w:rPr>
              <w:t xml:space="preserve">Indiquer la forme juridique </w:t>
            </w:r>
          </w:p>
          <w:p w14:paraId="7A881635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proofErr w:type="gramStart"/>
            <w:r w:rsidRPr="000C2C8D">
              <w:rPr>
                <w:highlight w:val="yellow"/>
              </w:rPr>
              <w:t>et</w:t>
            </w:r>
            <w:proofErr w:type="gramEnd"/>
            <w:r w:rsidRPr="000C2C8D">
              <w:rPr>
                <w:highlight w:val="yellow"/>
              </w:rPr>
              <w:t xml:space="preserve"> si l’entreprise est une PME</w:t>
            </w:r>
          </w:p>
        </w:tc>
      </w:tr>
      <w:tr w:rsidR="000C2C8D" w14:paraId="22A96C81" w14:textId="77777777" w:rsidTr="000C2C8D">
        <w:trPr>
          <w:trHeight w:val="102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221909F7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59FFCE2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5B52DC3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7CA17ACF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vAlign w:val="center"/>
          </w:tcPr>
          <w:p w14:paraId="58B46276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321B4A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DB83A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2FCD36ED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14:paraId="59F14D36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92BEDC1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454CD67C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01F8E46B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C100CE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8CF73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B6F47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</w:tbl>
    <w:p w14:paraId="445F8675" w14:textId="77777777" w:rsidR="002C4331" w:rsidRDefault="002C4331">
      <w:pPr>
        <w:jc w:val="both"/>
        <w:rPr>
          <w:rFonts w:ascii="Arial" w:hAnsi="Arial" w:cs="Arial"/>
        </w:rPr>
      </w:pPr>
    </w:p>
    <w:p w14:paraId="1FB60914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Préciser l’adresse du siège social du membre du groupement si elle est différente de celle de l’établissement.</w:t>
      </w:r>
    </w:p>
    <w:p w14:paraId="25871531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(**) Pour les groupements conjoints.</w:t>
      </w:r>
      <w:r w:rsidR="00990786">
        <w:rPr>
          <w:rFonts w:ascii="Arial" w:hAnsi="Arial" w:cs="Arial"/>
          <w:sz w:val="18"/>
          <w:szCs w:val="18"/>
        </w:rPr>
        <w:t xml:space="preserve"> Lorsque la candidature est présentée sous forme de groupement solidaire, le renseignement de cette rubrique est inutile.</w:t>
      </w:r>
    </w:p>
    <w:p w14:paraId="4A44B2DF" w14:textId="77777777" w:rsidR="007B18C6" w:rsidRDefault="007B18C6" w:rsidP="007B18C6">
      <w:pPr>
        <w:rPr>
          <w:rFonts w:ascii="Arial" w:hAnsi="Arial" w:cs="Arial"/>
          <w:sz w:val="18"/>
          <w:szCs w:val="18"/>
        </w:rPr>
      </w:pPr>
    </w:p>
    <w:p w14:paraId="488EE615" w14:textId="77777777" w:rsidR="007B18C6" w:rsidRDefault="007B18C6" w:rsidP="007B18C6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64DCA2D4" w14:textId="77777777">
        <w:tc>
          <w:tcPr>
            <w:tcW w:w="10419" w:type="dxa"/>
            <w:shd w:val="clear" w:color="auto" w:fill="66CCFF"/>
          </w:tcPr>
          <w:p w14:paraId="2D1DA200" w14:textId="77777777" w:rsidR="007411D9" w:rsidRDefault="007411D9" w:rsidP="009924C9">
            <w:pPr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</w:tbl>
    <w:p w14:paraId="7F5F8E21" w14:textId="77777777" w:rsidR="007B18C6" w:rsidRDefault="007B18C6"/>
    <w:p w14:paraId="0FDC9681" w14:textId="77777777" w:rsidR="007411D9" w:rsidRPr="00AE730C" w:rsidRDefault="007411D9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F1 </w:t>
      </w:r>
      <w:r w:rsidR="009924C9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924C9">
        <w:rPr>
          <w:rFonts w:ascii="Arial" w:hAnsi="Arial" w:cs="Arial"/>
          <w:b/>
          <w:sz w:val="22"/>
          <w:szCs w:val="22"/>
        </w:rPr>
        <w:t>Exclusions de la procédure</w:t>
      </w:r>
    </w:p>
    <w:p w14:paraId="1C8698EC" w14:textId="77777777" w:rsidR="00536431" w:rsidRPr="00536431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Le candidat individuel, ou chaque membre du groupement, déclare sur l’honneur</w:t>
      </w:r>
      <w:r w:rsidR="00922BA4">
        <w:rPr>
          <w:rFonts w:ascii="Arial" w:hAnsi="Arial" w:cs="Arial"/>
        </w:rPr>
        <w:t> :</w:t>
      </w:r>
    </w:p>
    <w:p w14:paraId="72A56934" w14:textId="77777777" w:rsidR="00775F55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75F55">
        <w:rPr>
          <w:rFonts w:ascii="Arial" w:hAnsi="Arial" w:cs="Arial"/>
        </w:rPr>
        <w:t>ans l’hypothèse d’un marché public autre que de défense ou de sécurité, ne pas entrer dans l’un des</w:t>
      </w:r>
      <w:r w:rsidR="00775F55" w:rsidRPr="005E12D0">
        <w:rPr>
          <w:rFonts w:ascii="Arial" w:hAnsi="Arial" w:cs="Arial"/>
        </w:rPr>
        <w:t xml:space="preserve"> cas </w:t>
      </w:r>
      <w:r w:rsidR="00775F55">
        <w:rPr>
          <w:rFonts w:ascii="Arial" w:hAnsi="Arial" w:cs="Arial"/>
        </w:rPr>
        <w:t>d’exclusion</w:t>
      </w:r>
      <w:r w:rsidR="00775F55" w:rsidRPr="005E12D0">
        <w:rPr>
          <w:rFonts w:ascii="Arial" w:hAnsi="Arial" w:cs="Arial"/>
        </w:rPr>
        <w:t xml:space="preserve"> </w:t>
      </w:r>
      <w:r w:rsidR="00775F55">
        <w:rPr>
          <w:rFonts w:ascii="Arial" w:hAnsi="Arial" w:cs="Arial"/>
        </w:rPr>
        <w:t xml:space="preserve">prévus aux </w:t>
      </w:r>
      <w:hyperlink r:id="rId13" w:history="1">
        <w:r w:rsidR="00775F55" w:rsidRPr="00C660B6">
          <w:rPr>
            <w:rStyle w:val="Lienhypertexte"/>
            <w:rFonts w:ascii="Arial" w:hAnsi="Arial" w:cs="Arial"/>
          </w:rPr>
          <w:t>articles L. 2141-1 à L. 2141-5</w:t>
        </w:r>
      </w:hyperlink>
      <w:r w:rsidR="00775F55">
        <w:rPr>
          <w:rFonts w:ascii="Arial" w:hAnsi="Arial" w:cs="Arial"/>
        </w:rPr>
        <w:t xml:space="preserve"> ou aux </w:t>
      </w:r>
      <w:hyperlink r:id="rId14" w:history="1">
        <w:r w:rsidR="00775F55"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 w:rsidR="00775F55">
        <w:rPr>
          <w:rFonts w:ascii="Arial" w:hAnsi="Arial" w:cs="Arial"/>
        </w:rPr>
        <w:t xml:space="preserve"> du code de la commande publique (*) ;</w:t>
      </w:r>
    </w:p>
    <w:p w14:paraId="4EC1D711" w14:textId="77777777" w:rsidR="00775F55" w:rsidRPr="005E12D0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dans l’hypothèse d’un</w:t>
      </w:r>
      <w:r w:rsidRPr="005E12D0">
        <w:rPr>
          <w:rFonts w:ascii="Arial" w:hAnsi="Arial" w:cs="Arial"/>
        </w:rPr>
        <w:t xml:space="preserve"> marché public de défense ou de sécurité, n</w:t>
      </w:r>
      <w:r>
        <w:rPr>
          <w:rFonts w:ascii="Arial" w:hAnsi="Arial" w:cs="Arial"/>
        </w:rPr>
        <w:t xml:space="preserve">e pas </w:t>
      </w:r>
      <w:r w:rsidRPr="005E12D0">
        <w:rPr>
          <w:rFonts w:ascii="Arial" w:hAnsi="Arial" w:cs="Arial"/>
        </w:rPr>
        <w:t xml:space="preserve">entrer dans </w:t>
      </w:r>
      <w:r>
        <w:rPr>
          <w:rFonts w:ascii="Arial" w:hAnsi="Arial" w:cs="Arial"/>
        </w:rPr>
        <w:t>l’un</w:t>
      </w:r>
      <w:r w:rsidRPr="005E12D0">
        <w:rPr>
          <w:rFonts w:ascii="Arial" w:hAnsi="Arial" w:cs="Arial"/>
        </w:rPr>
        <w:t xml:space="preserve"> des cas </w:t>
      </w:r>
      <w:r>
        <w:rPr>
          <w:rFonts w:ascii="Arial" w:hAnsi="Arial" w:cs="Arial"/>
        </w:rPr>
        <w:t>d’exclusion</w:t>
      </w:r>
      <w:r w:rsidRPr="005E12D0">
        <w:rPr>
          <w:rFonts w:ascii="Arial" w:hAnsi="Arial" w:cs="Arial"/>
        </w:rPr>
        <w:t xml:space="preserve"> prévus </w:t>
      </w:r>
      <w:r>
        <w:rPr>
          <w:rFonts w:ascii="Arial" w:hAnsi="Arial" w:cs="Arial"/>
        </w:rPr>
        <w:t xml:space="preserve">aux </w:t>
      </w:r>
      <w:hyperlink r:id="rId15" w:history="1">
        <w:r w:rsidRPr="001972A9">
          <w:rPr>
            <w:rStyle w:val="Lienhypertexte"/>
            <w:rFonts w:ascii="Arial" w:hAnsi="Arial" w:cs="Arial"/>
          </w:rPr>
          <w:t>articles L. 2341-1 à L. 2341-3</w:t>
        </w:r>
      </w:hyperlink>
      <w:r>
        <w:rPr>
          <w:rFonts w:ascii="Arial" w:hAnsi="Arial" w:cs="Arial"/>
        </w:rPr>
        <w:t xml:space="preserve"> ou aux </w:t>
      </w:r>
      <w:hyperlink r:id="rId16" w:history="1">
        <w:r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>
        <w:rPr>
          <w:rFonts w:ascii="Arial" w:hAnsi="Arial" w:cs="Arial"/>
        </w:rPr>
        <w:t xml:space="preserve"> du code de la commande publique.</w:t>
      </w:r>
    </w:p>
    <w:p w14:paraId="7D6485A8" w14:textId="77777777" w:rsidR="00775F55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</w:p>
    <w:p w14:paraId="1468801C" w14:textId="77777777" w:rsidR="00AE730C" w:rsidRPr="005E12D0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 xml:space="preserve">Afin d’attester que le candidat individuel, ou chaque membre du groupement, n’est pas dans un de ces cas </w:t>
      </w:r>
      <w:r w:rsidR="00A02C06" w:rsidRPr="000C2C8D">
        <w:rPr>
          <w:rFonts w:ascii="Arial" w:hAnsi="Arial" w:cs="Arial"/>
          <w:highlight w:val="yellow"/>
        </w:rPr>
        <w:t>d’exclusion</w:t>
      </w:r>
      <w:r w:rsidRPr="000C2C8D">
        <w:rPr>
          <w:rFonts w:ascii="Arial" w:hAnsi="Arial" w:cs="Arial"/>
          <w:highlight w:val="yellow"/>
        </w:rPr>
        <w:t xml:space="preserve">, cocher la case suivante : </w:t>
      </w:r>
      <w:r w:rsidR="000C2C8D"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C8D" w:rsidRPr="000C2C8D">
        <w:rPr>
          <w:highlight w:val="yellow"/>
        </w:rPr>
        <w:instrText xml:space="preserve"> FORMCHECKBOX </w:instrText>
      </w:r>
      <w:r w:rsidR="000C2C8D" w:rsidRPr="000C2C8D">
        <w:rPr>
          <w:highlight w:val="yellow"/>
        </w:rPr>
      </w:r>
      <w:r w:rsidR="000C2C8D" w:rsidRPr="000C2C8D">
        <w:rPr>
          <w:highlight w:val="yellow"/>
        </w:rPr>
        <w:fldChar w:fldCharType="separate"/>
      </w:r>
      <w:r w:rsidR="000C2C8D" w:rsidRPr="000C2C8D">
        <w:rPr>
          <w:highlight w:val="yellow"/>
        </w:rPr>
        <w:fldChar w:fldCharType="end"/>
      </w:r>
    </w:p>
    <w:p w14:paraId="0807723D" w14:textId="77777777" w:rsidR="00AE730C" w:rsidRDefault="00AE730C">
      <w:pPr>
        <w:jc w:val="both"/>
        <w:rPr>
          <w:rFonts w:ascii="Arial" w:hAnsi="Arial" w:cs="Arial"/>
        </w:rPr>
      </w:pPr>
    </w:p>
    <w:p w14:paraId="20B64D41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(*) </w:t>
      </w:r>
      <w:r w:rsidRPr="00C47D23">
        <w:rPr>
          <w:rFonts w:ascii="Arial" w:hAnsi="Arial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7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2141-1 à L. 2141-5</w:t>
        </w:r>
      </w:hyperlink>
      <w:r w:rsidRPr="001972A9">
        <w:rPr>
          <w:rFonts w:ascii="Arial" w:hAnsi="Arial" w:cs="Arial"/>
          <w:sz w:val="18"/>
          <w:szCs w:val="18"/>
        </w:rPr>
        <w:t>,</w:t>
      </w:r>
      <w:r w:rsidRPr="00C47D23">
        <w:rPr>
          <w:rFonts w:ascii="Arial" w:hAnsi="Arial" w:cs="Arial"/>
          <w:sz w:val="18"/>
          <w:szCs w:val="18"/>
        </w:rPr>
        <w:t xml:space="preserve"> aux </w:t>
      </w:r>
      <w:hyperlink r:id="rId18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2141-7 à L. 2141-10</w:t>
        </w:r>
      </w:hyperlink>
      <w:r w:rsidRPr="001972A9">
        <w:rPr>
          <w:rFonts w:ascii="Arial" w:hAnsi="Arial" w:cs="Arial"/>
          <w:sz w:val="18"/>
          <w:szCs w:val="18"/>
        </w:rPr>
        <w:t xml:space="preserve"> ou aux </w:t>
      </w:r>
      <w:hyperlink r:id="rId19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2341-1 à L. 2341-3</w:t>
        </w:r>
      </w:hyperlink>
      <w:r w:rsidRPr="00C47D23">
        <w:rPr>
          <w:rFonts w:ascii="Arial" w:hAnsi="Arial" w:cs="Arial"/>
          <w:sz w:val="18"/>
          <w:szCs w:val="18"/>
        </w:rPr>
        <w:t xml:space="preserve">  du code de la commande publique, il informe sans délai l'acheteur de ce changement de situation.</w:t>
      </w:r>
    </w:p>
    <w:p w14:paraId="0CBE67D8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p w14:paraId="7FA289E7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19916B37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7ACAE00A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01"/>
        <w:gridCol w:w="1081"/>
      </w:tblGrid>
      <w:tr w:rsidR="000C2C8D" w14:paraId="7A2361BF" w14:textId="77777777" w:rsidTr="000C2C8D">
        <w:trPr>
          <w:trHeight w:val="909"/>
        </w:trPr>
        <w:tc>
          <w:tcPr>
            <w:tcW w:w="9301" w:type="dxa"/>
            <w:shd w:val="clear" w:color="auto" w:fill="66CCFF"/>
          </w:tcPr>
          <w:p w14:paraId="5401CF46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DECLARATION DU candidat INDIVIDUEL</w:t>
            </w:r>
          </w:p>
          <w:p w14:paraId="6479A325" w14:textId="77777777" w:rsidR="000C2C8D" w:rsidRDefault="000C2C8D" w:rsidP="000C2C8D">
            <w:pPr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OU DU MEMBRE DU GROUPEMENT</w:t>
            </w:r>
          </w:p>
        </w:tc>
        <w:tc>
          <w:tcPr>
            <w:tcW w:w="1081" w:type="dxa"/>
            <w:shd w:val="clear" w:color="auto" w:fill="66CCFF"/>
          </w:tcPr>
          <w:p w14:paraId="29749FCE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spacing w:before="120" w:after="120"/>
            </w:pPr>
          </w:p>
        </w:tc>
      </w:tr>
    </w:tbl>
    <w:p w14:paraId="3A69DA44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345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10344"/>
      </w:tblGrid>
      <w:tr w:rsidR="000C2C8D" w:rsidRPr="005C765E" w14:paraId="07F067D3" w14:textId="77777777" w:rsidTr="000C2C8D">
        <w:tc>
          <w:tcPr>
            <w:tcW w:w="10344" w:type="dxa"/>
            <w:shd w:val="clear" w:color="auto" w:fill="66CCFF"/>
          </w:tcPr>
          <w:p w14:paraId="09E7428A" w14:textId="77777777" w:rsidR="000C2C8D" w:rsidRPr="005C765E" w:rsidRDefault="000C2C8D" w:rsidP="000C2C8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</w:t>
            </w:r>
            <w:r w:rsidRPr="005C76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Renseignements relatifs à l’aptitude à exercer l’activité profession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nelle concernée</w:t>
            </w:r>
          </w:p>
        </w:tc>
      </w:tr>
    </w:tbl>
    <w:p w14:paraId="2CCBCC44" w14:textId="77777777" w:rsidR="000C2C8D" w:rsidRPr="00BD4BCD" w:rsidRDefault="000C2C8D" w:rsidP="00BD4BCD">
      <w:pPr>
        <w:jc w:val="both"/>
        <w:rPr>
          <w:rFonts w:ascii="Arial" w:hAnsi="Arial" w:cs="Arial"/>
        </w:rPr>
      </w:pPr>
    </w:p>
    <w:p w14:paraId="2168128A" w14:textId="77777777" w:rsidR="00BD4BCD" w:rsidRDefault="00BD4BCD" w:rsidP="00BD4BCD">
      <w:pPr>
        <w:jc w:val="both"/>
        <w:rPr>
          <w:rFonts w:ascii="Arial" w:hAnsi="Arial" w:cs="Arial"/>
        </w:rPr>
      </w:pPr>
    </w:p>
    <w:p w14:paraId="309BF6B3" w14:textId="77777777" w:rsidR="000C2C8D" w:rsidRPr="00171BF1" w:rsidRDefault="000C2C8D" w:rsidP="000C2C8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71BF1">
        <w:rPr>
          <w:rFonts w:ascii="Arial" w:hAnsi="Arial" w:cs="Arial"/>
          <w:b/>
          <w:bCs/>
          <w:sz w:val="22"/>
          <w:szCs w:val="22"/>
        </w:rPr>
        <w:t xml:space="preserve">E1 -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Renseignements sur l’inscription sur un registre professionnel :</w:t>
      </w:r>
    </w:p>
    <w:p w14:paraId="6A53FE34" w14:textId="77777777" w:rsidR="00BD4BCD" w:rsidRPr="00BD4BCD" w:rsidRDefault="00BD4BCD" w:rsidP="00BD4BCD">
      <w:pPr>
        <w:jc w:val="both"/>
        <w:rPr>
          <w:rFonts w:ascii="Arial" w:hAnsi="Arial" w:cs="Arial"/>
        </w:rPr>
      </w:pPr>
    </w:p>
    <w:p w14:paraId="334BEE2D" w14:textId="77777777" w:rsidR="00BD4BCD" w:rsidRPr="006016EF" w:rsidRDefault="006016EF" w:rsidP="007B18C6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A compléter </w:t>
      </w:r>
      <w:r w:rsidR="007D1370">
        <w:rPr>
          <w:rFonts w:ascii="Arial" w:hAnsi="Arial" w:cs="Arial"/>
          <w:color w:val="FF0000"/>
        </w:rPr>
        <w:t>si registre professionnel</w:t>
      </w:r>
    </w:p>
    <w:p w14:paraId="02FD13A9" w14:textId="77777777" w:rsidR="006016EF" w:rsidRDefault="006016EF" w:rsidP="007B18C6">
      <w:pPr>
        <w:jc w:val="both"/>
        <w:rPr>
          <w:rFonts w:ascii="Arial" w:hAnsi="Arial" w:cs="Arial"/>
        </w:rPr>
      </w:pPr>
    </w:p>
    <w:p w14:paraId="41E7EFAB" w14:textId="77777777" w:rsidR="006016EF" w:rsidRPr="00BD4BCD" w:rsidRDefault="006016EF" w:rsidP="007B18C6">
      <w:pPr>
        <w:jc w:val="both"/>
        <w:rPr>
          <w:rFonts w:ascii="Arial" w:hAnsi="Arial" w:cs="Arial"/>
        </w:rPr>
      </w:pPr>
    </w:p>
    <w:p w14:paraId="79E25294" w14:textId="77777777" w:rsidR="00BD4BCD" w:rsidRPr="00171BF1" w:rsidRDefault="00BD4BCD" w:rsidP="007B18C6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shd w:val="clear" w:color="auto" w:fill="66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26F2161F" w14:textId="77777777" w:rsidTr="00D11AA0">
        <w:tc>
          <w:tcPr>
            <w:tcW w:w="10331" w:type="dxa"/>
            <w:shd w:val="clear" w:color="auto" w:fill="66CCFF"/>
          </w:tcPr>
          <w:p w14:paraId="7A86F857" w14:textId="77777777" w:rsidR="002C1C91" w:rsidRDefault="002C1C91" w:rsidP="00F96F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 - Renseignements relatifs à la capacité économique et </w:t>
            </w:r>
            <w:r w:rsidR="00F96F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financière du candidat </w:t>
            </w:r>
          </w:p>
        </w:tc>
      </w:tr>
    </w:tbl>
    <w:p w14:paraId="3047681F" w14:textId="77777777" w:rsidR="002C1C91" w:rsidRPr="00171BF1" w:rsidRDefault="002C1C91" w:rsidP="002C1C91">
      <w:pPr>
        <w:ind w:left="284"/>
        <w:rPr>
          <w:rFonts w:ascii="Arial" w:hAnsi="Arial" w:cs="Arial"/>
        </w:rPr>
      </w:pPr>
    </w:p>
    <w:p w14:paraId="3E724454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F1 -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Chiffres d’affaires hors taxes des trois derniers exercices disponibles</w:t>
      </w:r>
    </w:p>
    <w:p w14:paraId="40B426E7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1578"/>
        <w:gridCol w:w="1579"/>
        <w:gridCol w:w="1579"/>
      </w:tblGrid>
      <w:tr w:rsidR="006016EF" w:rsidRPr="006016EF" w14:paraId="013CB047" w14:textId="77777777" w:rsidTr="006016EF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5A454455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ECONOMIQUE ET FINANCIERE</w:t>
            </w:r>
          </w:p>
        </w:tc>
        <w:tc>
          <w:tcPr>
            <w:tcW w:w="4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2E5B579B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(Trois derniers exercices complets)</w:t>
            </w:r>
          </w:p>
        </w:tc>
      </w:tr>
      <w:tr w:rsidR="005C4437" w:rsidRPr="006016EF" w14:paraId="1AFD15E3" w14:textId="77777777" w:rsidTr="00335340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43348A" w14:textId="77777777" w:rsidR="005C4437" w:rsidRPr="006016EF" w:rsidRDefault="005C4437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Global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CE8A3BA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3DE0024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D435411" w14:textId="7C3D7619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5C4437" w:rsidRPr="006016EF" w14:paraId="75AFFB62" w14:textId="77777777" w:rsidTr="00924600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3D7184" w14:textId="246AE214" w:rsidR="005C4437" w:rsidRPr="006016EF" w:rsidRDefault="005C4437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CA </w:t>
            </w:r>
            <w:r>
              <w:rPr>
                <w:rFonts w:ascii="Century Gothic" w:hAnsi="Century Gothic" w:cs="Arial"/>
                <w:lang w:eastAsia="fr-FR"/>
              </w:rPr>
              <w:t>en lien avec l’objet du marché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8862EC7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EBD5F10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238BCCE" w14:textId="4185792B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</w:tbl>
    <w:p w14:paraId="51B11CD5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12ABF711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6A31F8ED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1A278D51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7A652182" w14:textId="77777777" w:rsidR="002C1C91" w:rsidRDefault="002C1C91" w:rsidP="002C1C9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14C36434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26E7C8A1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250882A2" w14:textId="77777777" w:rsidR="00BD4BCD" w:rsidRDefault="00BD4BCD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528858E4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F2 – Autres informations requises par l’acheteur au titre de la capacité économique et financière</w:t>
      </w:r>
    </w:p>
    <w:p w14:paraId="53C70D13" w14:textId="77777777" w:rsidR="00BD4BCD" w:rsidRDefault="00BD4BCD" w:rsidP="002C1C91">
      <w:pPr>
        <w:jc w:val="both"/>
        <w:rPr>
          <w:rFonts w:ascii="Arial" w:hAnsi="Arial" w:cs="Arial"/>
          <w:i/>
          <w:sz w:val="18"/>
        </w:rPr>
      </w:pPr>
    </w:p>
    <w:p w14:paraId="164D8179" w14:textId="77777777" w:rsidR="002C1C91" w:rsidRPr="006016EF" w:rsidRDefault="00BD4BCD" w:rsidP="002C1C91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Joindre une attestation </w:t>
      </w:r>
      <w:r w:rsidR="004331E0" w:rsidRPr="006016EF">
        <w:rPr>
          <w:rFonts w:ascii="Arial" w:hAnsi="Arial" w:cs="Arial"/>
          <w:color w:val="FF0000"/>
        </w:rPr>
        <w:t xml:space="preserve">d’assurance </w:t>
      </w:r>
      <w:r w:rsidRPr="006016EF">
        <w:rPr>
          <w:rFonts w:ascii="Arial" w:hAnsi="Arial" w:cs="Arial"/>
          <w:color w:val="FF0000"/>
        </w:rPr>
        <w:t xml:space="preserve">en cours de validité </w:t>
      </w:r>
      <w:r w:rsidR="002C1C91" w:rsidRPr="006016EF">
        <w:rPr>
          <w:rFonts w:ascii="Arial" w:hAnsi="Arial" w:cs="Arial"/>
          <w:color w:val="FF0000"/>
        </w:rPr>
        <w:t>des risques professionnels</w:t>
      </w:r>
      <w:r w:rsidRPr="006016EF">
        <w:rPr>
          <w:rFonts w:ascii="Arial" w:hAnsi="Arial" w:cs="Arial"/>
          <w:color w:val="FF0000"/>
        </w:rPr>
        <w:t>.</w:t>
      </w:r>
    </w:p>
    <w:p w14:paraId="366CC431" w14:textId="77777777" w:rsidR="002C1C91" w:rsidRDefault="002C1C91" w:rsidP="00F96FD9">
      <w:pPr>
        <w:rPr>
          <w:rFonts w:ascii="Arial" w:hAnsi="Arial" w:cs="Arial"/>
        </w:rPr>
      </w:pPr>
    </w:p>
    <w:p w14:paraId="05AF5F5A" w14:textId="77777777" w:rsidR="002C1C91" w:rsidRDefault="002C1C91" w:rsidP="007B18C6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24D6AFD3" w14:textId="77777777" w:rsidTr="00D11AA0">
        <w:tc>
          <w:tcPr>
            <w:tcW w:w="10331" w:type="dxa"/>
            <w:shd w:val="clear" w:color="auto" w:fill="66CCFF"/>
          </w:tcPr>
          <w:p w14:paraId="33E9A11D" w14:textId="77777777" w:rsidR="002C1C91" w:rsidRDefault="002C1C91" w:rsidP="00D11AA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 - Renseignements relatifs à la capacité technique et professionnelle du candidat individuel ou du membre du groupement</w:t>
            </w:r>
          </w:p>
        </w:tc>
      </w:tr>
    </w:tbl>
    <w:p w14:paraId="5B2406C5" w14:textId="77777777" w:rsidR="00BD4BCD" w:rsidRDefault="00BD4BCD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0249A99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5244"/>
      </w:tblGrid>
      <w:tr w:rsidR="006016EF" w:rsidRPr="006016EF" w14:paraId="668C6251" w14:textId="77777777" w:rsidTr="006016EF">
        <w:trPr>
          <w:trHeight w:val="612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674B89B1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CAPACITES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TECHNIQUES</w:t>
            </w: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ET PROFESSIONNELLES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57EE2849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(Dernier exercice complet)</w:t>
            </w:r>
          </w:p>
        </w:tc>
      </w:tr>
      <w:tr w:rsidR="006016EF" w:rsidRPr="006016EF" w14:paraId="67957296" w14:textId="77777777" w:rsidTr="006016EF">
        <w:trPr>
          <w:trHeight w:val="90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A4A98C" w14:textId="18824954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Effectifs moyens annuels </w:t>
            </w:r>
            <w:r w:rsidRPr="006016EF">
              <w:rPr>
                <w:rFonts w:ascii="Century Gothic" w:hAnsi="Century Gothic" w:cs="Arial"/>
                <w:lang w:eastAsia="fr-FR"/>
              </w:rPr>
              <w:br/>
              <w:t>Préciser la répartition selon type de poste (</w:t>
            </w:r>
            <w:r w:rsidR="005C4437">
              <w:rPr>
                <w:rFonts w:ascii="Century Gothic" w:hAnsi="Century Gothic" w:cs="Arial"/>
                <w:lang w:eastAsia="fr-FR"/>
              </w:rPr>
              <w:t xml:space="preserve">ex : </w:t>
            </w:r>
            <w:r w:rsidRPr="006016EF">
              <w:rPr>
                <w:rFonts w:ascii="Century Gothic" w:hAnsi="Century Gothic" w:cs="Arial"/>
                <w:lang w:eastAsia="fr-FR"/>
              </w:rPr>
              <w:t>Commerciale, Administratif</w:t>
            </w:r>
            <w:r w:rsidR="005C4437">
              <w:rPr>
                <w:rFonts w:ascii="Century Gothic" w:hAnsi="Century Gothic" w:cs="Arial"/>
                <w:lang w:eastAsia="fr-FR"/>
              </w:rPr>
              <w:t>, technique,</w:t>
            </w:r>
            <w:r w:rsidRPr="006016EF">
              <w:rPr>
                <w:rFonts w:ascii="Century Gothic" w:hAnsi="Century Gothic" w:cs="Arial"/>
                <w:lang w:eastAsia="fr-FR"/>
              </w:rPr>
              <w:t xml:space="preserve"> etc…)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2093DD1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6B59C17A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D604F1E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22C81E06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723483D9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3B31A76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sectPr w:rsidR="002C1C91" w:rsidSect="007B18C6">
      <w:headerReference w:type="default" r:id="rId20"/>
      <w:type w:val="continuous"/>
      <w:pgSz w:w="11906" w:h="16838"/>
      <w:pgMar w:top="454" w:right="851" w:bottom="736" w:left="851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DD7C5" w14:textId="77777777" w:rsidR="005A0DDA" w:rsidRDefault="005A0DDA">
      <w:r>
        <w:separator/>
      </w:r>
    </w:p>
  </w:endnote>
  <w:endnote w:type="continuationSeparator" w:id="0">
    <w:p w14:paraId="1C3EE812" w14:textId="77777777" w:rsidR="005A0DDA" w:rsidRDefault="005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 w14:paraId="143B467A" w14:textId="77777777">
      <w:trPr>
        <w:tblHeader/>
      </w:trPr>
      <w:tc>
        <w:tcPr>
          <w:tcW w:w="3048" w:type="dxa"/>
          <w:shd w:val="clear" w:color="auto" w:fill="66CCFF"/>
        </w:tcPr>
        <w:p w14:paraId="703078B7" w14:textId="77777777" w:rsidR="007411D9" w:rsidRDefault="007411D9" w:rsidP="00F51B6A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Lettre de candidature</w:t>
          </w:r>
          <w:r w:rsidR="00F96FD9">
            <w:rPr>
              <w:rFonts w:ascii="Arial" w:hAnsi="Arial" w:cs="Arial"/>
              <w:b/>
              <w:bCs/>
            </w:rPr>
            <w:t xml:space="preserve"> </w:t>
          </w:r>
          <w:r w:rsidR="00820AC9">
            <w:rPr>
              <w:rFonts w:ascii="Arial" w:hAnsi="Arial" w:cs="Arial"/>
              <w:b/>
              <w:bCs/>
            </w:rPr>
            <w:t>et déclaration du candidat</w:t>
          </w:r>
        </w:p>
      </w:tc>
      <w:tc>
        <w:tcPr>
          <w:tcW w:w="4961" w:type="dxa"/>
          <w:shd w:val="clear" w:color="auto" w:fill="66CCFF"/>
        </w:tcPr>
        <w:p w14:paraId="0E9404E9" w14:textId="77777777" w:rsidR="00F75B20" w:rsidRDefault="00F75B20" w:rsidP="00F75B20">
          <w:pPr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851" w:type="dxa"/>
          <w:shd w:val="clear" w:color="auto" w:fill="66CCFF"/>
        </w:tcPr>
        <w:p w14:paraId="5F8D1F02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43EB6AB1" w14:textId="77777777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D82652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3968CF69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04E9B116" w14:textId="77777777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82652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10B739D" w14:textId="77777777" w:rsidR="007411D9" w:rsidRPr="001E2A17" w:rsidRDefault="00775F55" w:rsidP="003B4647">
    <w:pPr>
      <w:pStyle w:val="Pieddepage"/>
      <w:tabs>
        <w:tab w:val="clear" w:pos="4536"/>
        <w:tab w:val="clear" w:pos="9072"/>
      </w:tabs>
      <w:jc w:val="center"/>
    </w:pPr>
    <w:r w:rsidRPr="003B4647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E44FA" w14:textId="77777777" w:rsidR="005A0DDA" w:rsidRDefault="005A0DDA">
      <w:r>
        <w:separator/>
      </w:r>
    </w:p>
  </w:footnote>
  <w:footnote w:type="continuationSeparator" w:id="0">
    <w:p w14:paraId="6EDCC6B3" w14:textId="77777777" w:rsidR="005A0DDA" w:rsidRDefault="005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269B9" w14:textId="77777777" w:rsidR="007B18C6" w:rsidRDefault="007B18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251310704">
    <w:abstractNumId w:val="0"/>
  </w:num>
  <w:num w:numId="2" w16cid:durableId="1746996702">
    <w:abstractNumId w:val="1"/>
  </w:num>
  <w:num w:numId="3" w16cid:durableId="1076123294">
    <w:abstractNumId w:val="5"/>
  </w:num>
  <w:num w:numId="4" w16cid:durableId="1386291824">
    <w:abstractNumId w:val="0"/>
  </w:num>
  <w:num w:numId="5" w16cid:durableId="1258170067">
    <w:abstractNumId w:val="0"/>
  </w:num>
  <w:num w:numId="6" w16cid:durableId="2012639045">
    <w:abstractNumId w:val="0"/>
  </w:num>
  <w:num w:numId="7" w16cid:durableId="1332678245">
    <w:abstractNumId w:val="3"/>
  </w:num>
  <w:num w:numId="8" w16cid:durableId="1749571155">
    <w:abstractNumId w:val="4"/>
  </w:num>
  <w:num w:numId="9" w16cid:durableId="2101294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E37"/>
    <w:rsid w:val="00032AAB"/>
    <w:rsid w:val="00033BC0"/>
    <w:rsid w:val="00056CB1"/>
    <w:rsid w:val="00057419"/>
    <w:rsid w:val="00080D2A"/>
    <w:rsid w:val="00084F22"/>
    <w:rsid w:val="000A4B86"/>
    <w:rsid w:val="000C2C8D"/>
    <w:rsid w:val="000E5E39"/>
    <w:rsid w:val="001052F6"/>
    <w:rsid w:val="00107453"/>
    <w:rsid w:val="001101D5"/>
    <w:rsid w:val="00135DBC"/>
    <w:rsid w:val="00184AEF"/>
    <w:rsid w:val="001C3027"/>
    <w:rsid w:val="001D588C"/>
    <w:rsid w:val="001E2A17"/>
    <w:rsid w:val="001F2872"/>
    <w:rsid w:val="00203AD5"/>
    <w:rsid w:val="00210677"/>
    <w:rsid w:val="00222623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1C91"/>
    <w:rsid w:val="002C4331"/>
    <w:rsid w:val="002C67E0"/>
    <w:rsid w:val="002E250C"/>
    <w:rsid w:val="0030291B"/>
    <w:rsid w:val="003054EB"/>
    <w:rsid w:val="00346F8A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331E0"/>
    <w:rsid w:val="004500DC"/>
    <w:rsid w:val="00456A7D"/>
    <w:rsid w:val="00472DBE"/>
    <w:rsid w:val="00486CBD"/>
    <w:rsid w:val="00491433"/>
    <w:rsid w:val="004A5D8E"/>
    <w:rsid w:val="004B21EB"/>
    <w:rsid w:val="004D1DF9"/>
    <w:rsid w:val="004D7559"/>
    <w:rsid w:val="004E13BF"/>
    <w:rsid w:val="004E518E"/>
    <w:rsid w:val="00507C52"/>
    <w:rsid w:val="00521228"/>
    <w:rsid w:val="00523768"/>
    <w:rsid w:val="00536431"/>
    <w:rsid w:val="005404D8"/>
    <w:rsid w:val="005451F3"/>
    <w:rsid w:val="0055495B"/>
    <w:rsid w:val="005613A6"/>
    <w:rsid w:val="005764B3"/>
    <w:rsid w:val="00577B00"/>
    <w:rsid w:val="005A0DDA"/>
    <w:rsid w:val="005B1763"/>
    <w:rsid w:val="005B287C"/>
    <w:rsid w:val="005C4437"/>
    <w:rsid w:val="005E12D0"/>
    <w:rsid w:val="006016EF"/>
    <w:rsid w:val="00625F1D"/>
    <w:rsid w:val="00632D63"/>
    <w:rsid w:val="00633D7F"/>
    <w:rsid w:val="00645FD5"/>
    <w:rsid w:val="00673463"/>
    <w:rsid w:val="00676069"/>
    <w:rsid w:val="006C745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B0DE0"/>
    <w:rsid w:val="007B18C6"/>
    <w:rsid w:val="007D1370"/>
    <w:rsid w:val="007D3787"/>
    <w:rsid w:val="007F4A27"/>
    <w:rsid w:val="00811AFD"/>
    <w:rsid w:val="00820AC9"/>
    <w:rsid w:val="008326E4"/>
    <w:rsid w:val="00835A5B"/>
    <w:rsid w:val="00836576"/>
    <w:rsid w:val="00840BA4"/>
    <w:rsid w:val="00845687"/>
    <w:rsid w:val="0085254F"/>
    <w:rsid w:val="00857B72"/>
    <w:rsid w:val="00864BF3"/>
    <w:rsid w:val="00866731"/>
    <w:rsid w:val="00890E9E"/>
    <w:rsid w:val="0089582C"/>
    <w:rsid w:val="008A11F0"/>
    <w:rsid w:val="008C0405"/>
    <w:rsid w:val="008D5A17"/>
    <w:rsid w:val="008E00ED"/>
    <w:rsid w:val="008E1EBA"/>
    <w:rsid w:val="008E4066"/>
    <w:rsid w:val="00922BA4"/>
    <w:rsid w:val="009277A2"/>
    <w:rsid w:val="00937EFE"/>
    <w:rsid w:val="00960E4C"/>
    <w:rsid w:val="0097024E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569DE"/>
    <w:rsid w:val="00B9664F"/>
    <w:rsid w:val="00BB2EF6"/>
    <w:rsid w:val="00BD4BCD"/>
    <w:rsid w:val="00BE48FE"/>
    <w:rsid w:val="00C01A17"/>
    <w:rsid w:val="00C02D34"/>
    <w:rsid w:val="00C1386A"/>
    <w:rsid w:val="00C50B6D"/>
    <w:rsid w:val="00C751EE"/>
    <w:rsid w:val="00C812AC"/>
    <w:rsid w:val="00C877BA"/>
    <w:rsid w:val="00CB1774"/>
    <w:rsid w:val="00CC3A38"/>
    <w:rsid w:val="00CD0F79"/>
    <w:rsid w:val="00CD4969"/>
    <w:rsid w:val="00CD55BF"/>
    <w:rsid w:val="00D07C18"/>
    <w:rsid w:val="00D11AA0"/>
    <w:rsid w:val="00D7192B"/>
    <w:rsid w:val="00D7269B"/>
    <w:rsid w:val="00D82652"/>
    <w:rsid w:val="00D84A53"/>
    <w:rsid w:val="00DB3307"/>
    <w:rsid w:val="00DB5F29"/>
    <w:rsid w:val="00DC00F7"/>
    <w:rsid w:val="00DD1774"/>
    <w:rsid w:val="00DE001E"/>
    <w:rsid w:val="00DE1001"/>
    <w:rsid w:val="00DF2CF5"/>
    <w:rsid w:val="00DF7E37"/>
    <w:rsid w:val="00E0382F"/>
    <w:rsid w:val="00E107A1"/>
    <w:rsid w:val="00E2086D"/>
    <w:rsid w:val="00E47409"/>
    <w:rsid w:val="00E55EE5"/>
    <w:rsid w:val="00E766FF"/>
    <w:rsid w:val="00E76DDF"/>
    <w:rsid w:val="00EB014D"/>
    <w:rsid w:val="00EB4DEA"/>
    <w:rsid w:val="00EC3C60"/>
    <w:rsid w:val="00EF13E3"/>
    <w:rsid w:val="00EF5497"/>
    <w:rsid w:val="00F1191F"/>
    <w:rsid w:val="00F21563"/>
    <w:rsid w:val="00F272D9"/>
    <w:rsid w:val="00F41F07"/>
    <w:rsid w:val="00F41FB0"/>
    <w:rsid w:val="00F446BF"/>
    <w:rsid w:val="00F51B6A"/>
    <w:rsid w:val="00F75B20"/>
    <w:rsid w:val="00F82AC6"/>
    <w:rsid w:val="00F83BE0"/>
    <w:rsid w:val="00F958E3"/>
    <w:rsid w:val="00F96FD9"/>
    <w:rsid w:val="00FA01A3"/>
    <w:rsid w:val="00FB05B3"/>
    <w:rsid w:val="00FB2458"/>
    <w:rsid w:val="00FC596E"/>
    <w:rsid w:val="00FD0C10"/>
    <w:rsid w:val="00FE53BA"/>
    <w:rsid w:val="00FF148E"/>
    <w:rsid w:val="00FF1DE5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  <w14:docId w14:val="4E863138"/>
  <w15:docId w15:val="{2F080A1A-4980-470C-AADB-929C4EFB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3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57FDC-8D8A-4D35-BD08-EE9D8037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9</TotalTime>
  <Pages>4</Pages>
  <Words>1112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7215</CharactersWithSpaces>
  <SharedDoc>false</SharedDoc>
  <HLinks>
    <vt:vector size="90" baseType="variant">
      <vt:variant>
        <vt:i4>7405583</vt:i4>
      </vt:variant>
      <vt:variant>
        <vt:i4>94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5636194</vt:i4>
      </vt:variant>
      <vt:variant>
        <vt:i4>91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88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2097235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62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105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46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BOUVIER-VITAL ISABELLE</dc:creator>
  <cp:lastModifiedBy>CHARLES Sabrina</cp:lastModifiedBy>
  <cp:revision>7</cp:revision>
  <cp:lastPrinted>2023-05-04T16:28:00Z</cp:lastPrinted>
  <dcterms:created xsi:type="dcterms:W3CDTF">2024-10-08T09:34:00Z</dcterms:created>
  <dcterms:modified xsi:type="dcterms:W3CDTF">2025-10-15T15:40:00Z</dcterms:modified>
</cp:coreProperties>
</file>